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9E4F5B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9E4F5B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E4F5B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9E4F5B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2B0E2E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9E4F5B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8C4B1F1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453640"/>
                      <wp:effectExtent l="0" t="3175" r="0" b="635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453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9E4F5B" w:rsidRPr="00390F12" w:rsidRDefault="009E4F5B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9E4F5B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Patent, triphasic flow</w:t>
                                  </w:r>
                                </w:p>
                                <w:p w:rsidR="002923BD" w:rsidRPr="00390F12" w:rsidRDefault="002923BD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margin-left:383.35pt;margin-top:75.1pt;width:129.85pt;height:193.2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9E4F5B" w:rsidRPr="00390F12" w:rsidRDefault="009E4F5B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9E4F5B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Patent, triphasic flow</w:t>
                            </w:r>
                          </w:p>
                          <w:p w:rsidR="002923BD" w:rsidRPr="00390F12" w:rsidRDefault="002923BD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78C4B1F2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4445" t="2540" r="2540" b="254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90F12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CE10E4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1.8</w:t>
                                  </w: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.55pt;margin-top:17.3pt;width:154.7pt;height:1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" filled="f" stroked="f" strokeweight=".5pt">
                      <v:textbox inset="0,0,0,0">
                        <w:txbxContent>
                          <w:p w:rsidR="00C003DC" w:rsidRPr="00390F12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CE10E4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1.8</w:t>
                            </w: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78C4B1F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351405"/>
                      <wp:effectExtent l="4445" t="3175" r="2540" b="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3514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Patent, triphasic flow </w:t>
                                  </w:r>
                                </w:p>
                                <w:p w:rsidR="009E4F5B" w:rsidRPr="00390F12" w:rsidRDefault="009E4F5B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TPT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9E4F5B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Patent, triphasic flow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.55pt;margin-top:75.1pt;width:139.7pt;height:185.1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Patent, triphasic flow </w:t>
                            </w:r>
                          </w:p>
                          <w:p w:rsidR="009E4F5B" w:rsidRPr="00390F12" w:rsidRDefault="009E4F5B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TPT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9E4F5B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Patent, triphasic flow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9E4F5B">
        <w:trPr>
          <w:trHeight w:hRule="exact" w:val="789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7294A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7294A">
              <w:rPr>
                <w:sz w:val="21"/>
                <w:szCs w:val="21"/>
              </w:rPr>
              <w:lastRenderedPageBreak/>
              <w:t>Report:</w:t>
            </w:r>
          </w:p>
          <w:p w:rsidR="009E4F5B" w:rsidRPr="009E4F5B" w:rsidRDefault="009E4F5B" w:rsidP="009E4F5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Abdomen</w:t>
            </w:r>
          </w:p>
          <w:p w:rsidR="009E4F5B" w:rsidRPr="009E4F5B" w:rsidRDefault="009E4F5B" w:rsidP="009E4F5B">
            <w:r>
              <w:t>The abdominal Aorta is patent and of normal calibre with biphasic waveforms. The Common and External Iliac arteries are patent with triphasic waveforms noted and no significant stenosis.</w:t>
            </w:r>
          </w:p>
          <w:p w:rsidR="009E4F5B" w:rsidRDefault="009E4F5B" w:rsidP="009E4F5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/>
            </w:r>
            <w:r>
              <w:rPr>
                <w:b/>
                <w:u w:val="single"/>
              </w:rPr>
              <w:instrText xml:space="preserve"> AUTOTEXT  exams.names  \* MERGEFORMAT </w:instrText>
            </w:r>
            <w:r>
              <w:rPr>
                <w:b/>
                <w:u w:val="single"/>
              </w:rPr>
              <w:fldChar w:fldCharType="separate"/>
            </w:r>
            <w:r>
              <w:rPr>
                <w:b/>
                <w:u w:val="single"/>
              </w:rPr>
              <w:t xml:space="preserve">US Doppler lower limb arteries </w:t>
            </w:r>
            <w:proofErr w:type="spellStart"/>
            <w:r>
              <w:rPr>
                <w:b/>
                <w:u w:val="single"/>
              </w:rPr>
              <w:t>Rt</w:t>
            </w:r>
            <w:proofErr w:type="spellEnd"/>
            <w:r>
              <w:rPr>
                <w:b/>
                <w:u w:val="single"/>
              </w:rPr>
              <w:fldChar w:fldCharType="end"/>
            </w:r>
            <w:r>
              <w:rPr>
                <w:b/>
                <w:u w:val="single"/>
              </w:rPr>
              <w:t>:</w:t>
            </w:r>
          </w:p>
          <w:p w:rsidR="009E4F5B" w:rsidRDefault="009E4F5B" w:rsidP="009E4F5B">
            <w:pPr>
              <w:jc w:val="both"/>
            </w:pPr>
            <w:r>
              <w:t>The Common Femoral, Profunda Femoral, Superficial Femoral and Popliteal arteries are patent with triphasic waveforms detected, no significant stenosis noted.</w:t>
            </w:r>
          </w:p>
          <w:p w:rsidR="009E4F5B" w:rsidRDefault="009E4F5B" w:rsidP="009E4F5B">
            <w:pPr>
              <w:jc w:val="both"/>
              <w:rPr>
                <w:b/>
                <w:u w:val="single"/>
              </w:rPr>
            </w:pPr>
            <w:r>
              <w:t xml:space="preserve">The </w:t>
            </w:r>
            <w:proofErr w:type="spellStart"/>
            <w:r>
              <w:t>Tibio</w:t>
            </w:r>
            <w:proofErr w:type="spellEnd"/>
            <w:r>
              <w:t xml:space="preserve">-Peroneal Trunk, Posterior Tibial, </w:t>
            </w:r>
            <w:proofErr w:type="gramStart"/>
            <w:r>
              <w:t>Anterior</w:t>
            </w:r>
            <w:proofErr w:type="gramEnd"/>
            <w:r>
              <w:t xml:space="preserve"> Tibial and Peroneal arteries are patent with triphasic waveforms detected, no significant stenosis noted.</w:t>
            </w:r>
          </w:p>
          <w:p w:rsidR="009E4F5B" w:rsidRPr="009E4F5B" w:rsidRDefault="009E4F5B" w:rsidP="009E4F5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fldChar w:fldCharType="begin"/>
            </w:r>
            <w:r>
              <w:rPr>
                <w:b/>
                <w:u w:val="single"/>
              </w:rPr>
              <w:instrText xml:space="preserve"> AUTOTEXT  exams.names  \* MERGEFORMAT </w:instrText>
            </w:r>
            <w:r>
              <w:rPr>
                <w:b/>
                <w:u w:val="single"/>
              </w:rPr>
              <w:fldChar w:fldCharType="separate"/>
            </w:r>
            <w:r>
              <w:rPr>
                <w:b/>
                <w:u w:val="single"/>
              </w:rPr>
              <w:t>US Doppler lower limb arteries Lt</w:t>
            </w:r>
            <w:r>
              <w:rPr>
                <w:b/>
                <w:u w:val="single"/>
              </w:rPr>
              <w:fldChar w:fldCharType="end"/>
            </w:r>
            <w:r>
              <w:rPr>
                <w:b/>
                <w:u w:val="single"/>
              </w:rPr>
              <w:t>:</w:t>
            </w:r>
          </w:p>
          <w:p w:rsidR="009E4F5B" w:rsidRDefault="009E4F5B" w:rsidP="009E4F5B">
            <w:pPr>
              <w:jc w:val="both"/>
            </w:pPr>
            <w:bookmarkStart w:id="1" w:name="BODY"/>
            <w:bookmarkEnd w:id="1"/>
            <w:r>
              <w:t>The Common Femoral, Profunda Femoral, Superficial Femoral and Popliteal arteries are patent with triphasic waveforms detected, no significant stenosis noted.</w:t>
            </w:r>
          </w:p>
          <w:p w:rsidR="009E0202" w:rsidRPr="009E4F5B" w:rsidRDefault="009E4F5B" w:rsidP="009E4F5B">
            <w:pPr>
              <w:jc w:val="both"/>
              <w:rPr>
                <w:b/>
                <w:u w:val="single"/>
              </w:rPr>
            </w:pPr>
            <w:r>
              <w:t xml:space="preserve">The </w:t>
            </w:r>
            <w:proofErr w:type="spellStart"/>
            <w:r>
              <w:t>Tibio</w:t>
            </w:r>
            <w:proofErr w:type="spellEnd"/>
            <w:r>
              <w:t xml:space="preserve">-Peroneal Trunk, Posterior Tibial, </w:t>
            </w:r>
            <w:proofErr w:type="gramStart"/>
            <w:r>
              <w:t>Anterior</w:t>
            </w:r>
            <w:proofErr w:type="gramEnd"/>
            <w:r>
              <w:t xml:space="preserve"> Tibial and Peroneal arteries are patent with triphasic waveforms detected, no significant stenosis noted.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F5B" w:rsidRDefault="009E4F5B" w:rsidP="005748E3">
      <w:pPr>
        <w:spacing w:after="0" w:line="240" w:lineRule="auto"/>
      </w:pPr>
      <w:r>
        <w:separator/>
      </w:r>
    </w:p>
  </w:endnote>
  <w:endnote w:type="continuationSeparator" w:id="0">
    <w:p w:rsidR="009E4F5B" w:rsidRDefault="009E4F5B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9E4F5B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2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3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3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">
              <v:group id="Group 100" o:spid="_x0000_s1034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1" o:spid="_x0000_s1035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2" o:spid="_x0000_s1036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7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8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5" o:spid="_x0000_s1039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6" o:spid="_x0000_s1040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41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8" o:spid="_x0000_s1042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3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10" o:spid="_x0000_s1044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5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6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3" o:spid="_x0000_s1047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4" o:spid="_x0000_s1048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5" o:spid="_x0000_s1049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50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7" o:spid="_x0000_s1051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8" o:spid="_x0000_s1052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F5B" w:rsidRDefault="009E4F5B" w:rsidP="005748E3">
      <w:pPr>
        <w:spacing w:after="0" w:line="240" w:lineRule="auto"/>
      </w:pPr>
      <w:r>
        <w:separator/>
      </w:r>
    </w:p>
  </w:footnote>
  <w:footnote w:type="continuationSeparator" w:id="0">
    <w:p w:rsidR="009E4F5B" w:rsidRDefault="009E4F5B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9E4F5B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9E4F5B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F5B"/>
    <w:rsid w:val="00000CAF"/>
    <w:rsid w:val="00002C57"/>
    <w:rsid w:val="00004D6B"/>
    <w:rsid w:val="0002322E"/>
    <w:rsid w:val="00030ECC"/>
    <w:rsid w:val="00033B0B"/>
    <w:rsid w:val="00044A92"/>
    <w:rsid w:val="00047E48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7390"/>
    <w:rsid w:val="00101FA0"/>
    <w:rsid w:val="001346C4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80184"/>
    <w:rsid w:val="00893153"/>
    <w:rsid w:val="008A1C55"/>
    <w:rsid w:val="008A7D65"/>
    <w:rsid w:val="008B3BF4"/>
    <w:rsid w:val="008B3C2A"/>
    <w:rsid w:val="008C4F7F"/>
    <w:rsid w:val="008E77CD"/>
    <w:rsid w:val="008F73A6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E4F5B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877D8"/>
    <w:rsid w:val="00C90BFA"/>
    <w:rsid w:val="00C943BB"/>
    <w:rsid w:val="00CB3119"/>
    <w:rsid w:val="00CC7DD8"/>
    <w:rsid w:val="00CD607D"/>
    <w:rsid w:val="00CE10E4"/>
    <w:rsid w:val="00CF49FE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0AAE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UHLCFS4.uhl.nhs.uk\Shared\VSL\VSL%20Docs\Templates\Templates%202019%20Final\Bilat%20Arterial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6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Sims</dc:creator>
  <cp:lastModifiedBy>Daniel Sims</cp:lastModifiedBy>
  <cp:revision>4</cp:revision>
  <cp:lastPrinted>2019-09-03T13:32:00Z</cp:lastPrinted>
  <dcterms:created xsi:type="dcterms:W3CDTF">2019-09-03T13:27:00Z</dcterms:created>
  <dcterms:modified xsi:type="dcterms:W3CDTF">2019-10-15T09:45:00Z</dcterms:modified>
</cp:coreProperties>
</file>